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624F2EF1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2024844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AF6CB5">
        <w:rPr>
          <w:rFonts w:ascii="Arial" w:hAnsi="Arial"/>
          <w:lang w:val="fr-FR"/>
        </w:rPr>
        <w:t>verre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2D81FD51" w14:textId="6B4BC5D2" w:rsidR="00777859" w:rsidRPr="00025FCB" w:rsidRDefault="00777859" w:rsidP="003F38CF">
      <w:pPr>
        <w:pStyle w:val="Bulleted1"/>
        <w:rPr>
          <w:rFonts w:ascii="Arial" w:hAnsi="Arial"/>
          <w:lang w:val="fr-FR"/>
        </w:rPr>
      </w:pPr>
      <w:r w:rsidRPr="00025FCB">
        <w:rPr>
          <w:rFonts w:ascii="Arial" w:hAnsi="Arial"/>
          <w:lang w:val="fr-FR"/>
        </w:rPr>
        <w:t>deux ressorts</w:t>
      </w:r>
      <w:r w:rsidR="002C7EDE" w:rsidRPr="00025FCB">
        <w:rPr>
          <w:rFonts w:ascii="Arial" w:hAnsi="Arial"/>
          <w:lang w:val="fr-FR"/>
        </w:rPr>
        <w:t>,</w:t>
      </w:r>
      <w:r w:rsidRPr="00025FCB">
        <w:rPr>
          <w:rFonts w:ascii="Arial" w:hAnsi="Arial"/>
          <w:lang w:val="fr-FR"/>
        </w:rPr>
        <w:t xml:space="preserve"> </w:t>
      </w:r>
      <w:r w:rsidR="002C7EDE" w:rsidRPr="00025FCB">
        <w:rPr>
          <w:rFonts w:ascii="Arial" w:hAnsi="Arial"/>
          <w:lang w:val="fr-FR"/>
        </w:rPr>
        <w:t xml:space="preserve">placés </w:t>
      </w:r>
      <w:r w:rsidRPr="00025FCB">
        <w:rPr>
          <w:rFonts w:ascii="Arial" w:hAnsi="Arial"/>
          <w:lang w:val="fr-FR"/>
        </w:rPr>
        <w:t xml:space="preserve">derrière la grande </w:t>
      </w:r>
      <w:r w:rsidR="002C7EDE" w:rsidRPr="00025FCB">
        <w:rPr>
          <w:rFonts w:ascii="Arial" w:hAnsi="Arial"/>
          <w:lang w:val="fr-FR"/>
        </w:rPr>
        <w:t>touche de rinçage</w:t>
      </w:r>
      <w:r w:rsidRPr="00025FCB">
        <w:rPr>
          <w:rFonts w:ascii="Arial" w:hAnsi="Arial"/>
          <w:lang w:val="fr-FR"/>
        </w:rPr>
        <w:t xml:space="preserve"> et un ressort</w:t>
      </w:r>
      <w:r w:rsidR="002C7EDE" w:rsidRPr="00025FCB">
        <w:rPr>
          <w:rFonts w:ascii="Arial" w:hAnsi="Arial"/>
          <w:lang w:val="fr-FR"/>
        </w:rPr>
        <w:t>, placé</w:t>
      </w:r>
      <w:r w:rsidRPr="00025FCB">
        <w:rPr>
          <w:rFonts w:ascii="Arial" w:hAnsi="Arial"/>
          <w:lang w:val="fr-FR"/>
        </w:rPr>
        <w:t xml:space="preserve"> derrière la petite </w:t>
      </w:r>
      <w:r w:rsidR="002C7EDE" w:rsidRPr="00025FCB">
        <w:rPr>
          <w:rFonts w:ascii="Arial" w:hAnsi="Arial"/>
          <w:lang w:val="fr-FR"/>
        </w:rPr>
        <w:t xml:space="preserve">touche de rinçage, ramènent celles-ci à leur position de départ </w:t>
      </w:r>
      <w:r w:rsidRPr="00025FCB">
        <w:rPr>
          <w:rFonts w:ascii="Arial" w:hAnsi="Arial"/>
          <w:lang w:val="fr-FR"/>
        </w:rPr>
        <w:t xml:space="preserve">après avoir été </w:t>
      </w:r>
      <w:r w:rsidR="002C7EDE" w:rsidRPr="00025FCB">
        <w:rPr>
          <w:rFonts w:ascii="Arial" w:hAnsi="Arial"/>
          <w:lang w:val="fr-FR"/>
        </w:rPr>
        <w:t xml:space="preserve">actionnées </w:t>
      </w:r>
      <w:r w:rsidRPr="00025FCB">
        <w:rPr>
          <w:rFonts w:ascii="Arial" w:hAnsi="Arial"/>
          <w:lang w:val="fr-FR"/>
        </w:rPr>
        <w:t>manuellement</w:t>
      </w:r>
    </w:p>
    <w:p w14:paraId="05ADB1BD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05ADB1BE" w14:textId="41C5AD4B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 xml:space="preserve">la plaque de </w:t>
      </w:r>
      <w:r w:rsidR="009679CA">
        <w:rPr>
          <w:rFonts w:ascii="Arial" w:hAnsi="Arial"/>
          <w:lang w:val="fr-FR"/>
        </w:rPr>
        <w:t>commande</w:t>
      </w:r>
      <w:r w:rsidRPr="00CE658D">
        <w:rPr>
          <w:rFonts w:ascii="Arial" w:hAnsi="Arial"/>
          <w:lang w:val="fr-FR"/>
        </w:rPr>
        <w:t xml:space="preserve">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025FCB" w:rsidRDefault="003607B0" w:rsidP="003F38CF">
      <w:pPr>
        <w:pStyle w:val="Bulleted1"/>
        <w:rPr>
          <w:rFonts w:ascii="Arial" w:hAnsi="Arial"/>
          <w:lang w:val="fr-FR"/>
        </w:rPr>
      </w:pPr>
      <w:r w:rsidRPr="00025FCB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025FCB">
        <w:rPr>
          <w:rFonts w:ascii="Arial" w:hAnsi="Arial"/>
          <w:lang w:val="fr-FR"/>
        </w:rPr>
        <w:t>15</w:t>
      </w:r>
      <w:r w:rsidRPr="00025FCB">
        <w:rPr>
          <w:rFonts w:ascii="Arial" w:hAnsi="Arial"/>
          <w:lang w:val="fr-FR"/>
        </w:rPr>
        <w:t xml:space="preserve"> </w:t>
      </w:r>
      <w:r w:rsidR="006D122A" w:rsidRPr="00025FCB">
        <w:rPr>
          <w:rFonts w:ascii="Arial" w:hAnsi="Arial"/>
          <w:lang w:val="fr-FR"/>
        </w:rPr>
        <w:t>m</w:t>
      </w:r>
      <w:r w:rsidRPr="00025FCB">
        <w:rPr>
          <w:rFonts w:ascii="Arial" w:hAnsi="Arial"/>
          <w:lang w:val="fr-FR"/>
        </w:rPr>
        <w:t>m</w:t>
      </w:r>
    </w:p>
    <w:p w14:paraId="05ADB1C0" w14:textId="77777777" w:rsidR="003607B0" w:rsidRPr="00025FCB" w:rsidRDefault="003607B0" w:rsidP="003607B0">
      <w:pPr>
        <w:pStyle w:val="Bulleted1"/>
        <w:rPr>
          <w:rFonts w:ascii="Arial" w:hAnsi="Arial"/>
          <w:lang w:val="fr-FR"/>
        </w:rPr>
      </w:pPr>
      <w:r w:rsidRPr="00025FCB">
        <w:rPr>
          <w:rFonts w:ascii="Arial" w:hAnsi="Arial"/>
          <w:lang w:val="fr-FR"/>
        </w:rPr>
        <w:t xml:space="preserve">l'épaisseur de finition maximale du réservoir de chasse à encastrer est de </w:t>
      </w:r>
      <w:r w:rsidR="00AF4C3C" w:rsidRPr="00025FCB">
        <w:rPr>
          <w:rFonts w:ascii="Arial" w:hAnsi="Arial"/>
          <w:lang w:val="fr-FR"/>
        </w:rPr>
        <w:t>10</w:t>
      </w:r>
      <w:r w:rsidRPr="00025FCB">
        <w:rPr>
          <w:rFonts w:ascii="Arial" w:hAnsi="Arial"/>
          <w:lang w:val="fr-FR"/>
        </w:rPr>
        <w:t xml:space="preserve"> cm</w:t>
      </w:r>
    </w:p>
    <w:p w14:paraId="0E31A612" w14:textId="1FC3605A" w:rsidR="006D122A" w:rsidRPr="00025FCB" w:rsidRDefault="006D122A" w:rsidP="006D122A">
      <w:pPr>
        <w:pStyle w:val="Bulleted1"/>
        <w:rPr>
          <w:rFonts w:ascii="Arial" w:hAnsi="Arial"/>
          <w:lang w:val="fr-BE"/>
        </w:rPr>
      </w:pPr>
      <w:r w:rsidRPr="00025FCB">
        <w:rPr>
          <w:rFonts w:ascii="Arial" w:hAnsi="Arial"/>
          <w:lang w:val="fr-FR"/>
        </w:rPr>
        <w:t>la plaque de commande est clipsée sur un cadre de commande</w:t>
      </w:r>
    </w:p>
    <w:p w14:paraId="21BCBE22" w14:textId="61EED8EE" w:rsidR="006D122A" w:rsidRPr="00025FCB" w:rsidRDefault="003D71A1" w:rsidP="006D122A">
      <w:pPr>
        <w:pStyle w:val="Bulleted2"/>
        <w:rPr>
          <w:rFonts w:ascii="Arial" w:hAnsi="Arial"/>
          <w:lang w:val="fr-BE"/>
        </w:rPr>
      </w:pPr>
      <w:r w:rsidRPr="00025FCB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025FCB" w:rsidRDefault="00307E65" w:rsidP="006D122A">
      <w:pPr>
        <w:pStyle w:val="Bulleted2"/>
        <w:rPr>
          <w:rFonts w:ascii="Arial" w:hAnsi="Arial"/>
          <w:lang w:val="fr-BE"/>
        </w:rPr>
      </w:pPr>
      <w:r w:rsidRPr="00025FCB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025FCB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025FCB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5479A383" w:rsidR="0020639C" w:rsidRPr="008426E7" w:rsidRDefault="00AF6CB5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30F28254" w:rsidR="00AF20C0" w:rsidRDefault="00D2610F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CA3C7F">
              <w:rPr>
                <w:rFonts w:ascii="Arial" w:hAnsi="Arial" w:cs="Arial"/>
                <w:noProof/>
              </w:rPr>
              <w:drawing>
                <wp:inline distT="0" distB="0" distL="0" distR="0" wp14:anchorId="627E8AF5" wp14:editId="2BA5CCEB">
                  <wp:extent cx="1984375" cy="1240790"/>
                  <wp:effectExtent l="0" t="0" r="0" b="0"/>
                  <wp:docPr id="18454394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543948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40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7859D69B" w:rsidR="00AF20C0" w:rsidRDefault="0095207B" w:rsidP="00B82585">
            <w:pPr>
              <w:jc w:val="center"/>
              <w:rPr>
                <w:rFonts w:ascii="Arial" w:hAnsi="Arial" w:cs="Arial"/>
                <w:noProof/>
              </w:rPr>
            </w:pPr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298AE375" wp14:editId="5044CFC0">
                  <wp:extent cx="1985010" cy="1416685"/>
                  <wp:effectExtent l="0" t="0" r="0" b="0"/>
                  <wp:docPr id="1993026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0266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7C7E39B0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</w:t>
      </w:r>
      <w:r w:rsidR="00D2610F">
        <w:rPr>
          <w:rFonts w:ascii="Arial" w:hAnsi="Arial" w:cs="Arial"/>
          <w:lang w:val="fr-FR"/>
        </w:rPr>
        <w:t xml:space="preserve">verre </w:t>
      </w:r>
      <w:r w:rsidRPr="00A7732F">
        <w:rPr>
          <w:rFonts w:ascii="Arial" w:hAnsi="Arial" w:cs="Arial"/>
          <w:lang w:val="fr-FR"/>
        </w:rPr>
        <w:t>blanc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075CE81E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AF6CB5">
        <w:rPr>
          <w:rFonts w:ascii="Arial" w:hAnsi="Arial" w:cs="Arial"/>
          <w:lang w:val="fr-BE"/>
        </w:rPr>
        <w:t>6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10B26C9B" w14:textId="77777777" w:rsidR="00C67D1A" w:rsidRPr="00A21824" w:rsidRDefault="00C67D1A" w:rsidP="00C67D1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67D1A" w:rsidRPr="000E5167" w14:paraId="59233F8C" w14:textId="77777777" w:rsidTr="002616A6">
        <w:tc>
          <w:tcPr>
            <w:tcW w:w="6091" w:type="dxa"/>
          </w:tcPr>
          <w:p w14:paraId="27FD23B8" w14:textId="1173A3B0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3550002B" w14:textId="331E80F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C67D1A" w:rsidRPr="000E5167" w14:paraId="54AE14AA" w14:textId="77777777" w:rsidTr="002616A6">
        <w:tc>
          <w:tcPr>
            <w:tcW w:w="6091" w:type="dxa"/>
          </w:tcPr>
          <w:p w14:paraId="3849B41A" w14:textId="7973CE05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lave</w:t>
            </w:r>
          </w:p>
        </w:tc>
        <w:tc>
          <w:tcPr>
            <w:tcW w:w="3935" w:type="dxa"/>
          </w:tcPr>
          <w:p w14:paraId="7E8F25E7" w14:textId="7A8F3B6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646581A" w14:textId="77777777" w:rsidTr="002616A6">
        <w:tc>
          <w:tcPr>
            <w:tcW w:w="6091" w:type="dxa"/>
          </w:tcPr>
          <w:p w14:paraId="355BA070" w14:textId="2BCB443E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gris sable</w:t>
            </w:r>
          </w:p>
        </w:tc>
        <w:tc>
          <w:tcPr>
            <w:tcW w:w="3935" w:type="dxa"/>
          </w:tcPr>
          <w:p w14:paraId="1726CAFF" w14:textId="1551C296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89C809C" w14:textId="77777777" w:rsidTr="002616A6">
        <w:tc>
          <w:tcPr>
            <w:tcW w:w="6091" w:type="dxa"/>
          </w:tcPr>
          <w:p w14:paraId="13AEB185" w14:textId="0480A02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proofErr w:type="spellEnd"/>
          </w:p>
        </w:tc>
        <w:tc>
          <w:tcPr>
            <w:tcW w:w="3935" w:type="dxa"/>
          </w:tcPr>
          <w:p w14:paraId="2FDCE727" w14:textId="62E0C0E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3A911FCB" w14:textId="77777777" w:rsidTr="002616A6">
        <w:tc>
          <w:tcPr>
            <w:tcW w:w="6091" w:type="dxa"/>
          </w:tcPr>
          <w:p w14:paraId="36FEB86A" w14:textId="1BFC08C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noir</w:t>
            </w:r>
          </w:p>
        </w:tc>
        <w:tc>
          <w:tcPr>
            <w:tcW w:w="3935" w:type="dxa"/>
          </w:tcPr>
          <w:p w14:paraId="64F588E2" w14:textId="3C2ADD2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01269" w14:textId="77777777" w:rsidR="000D6697" w:rsidRDefault="000D6697">
      <w:r>
        <w:separator/>
      </w:r>
    </w:p>
  </w:endnote>
  <w:endnote w:type="continuationSeparator" w:id="0">
    <w:p w14:paraId="7C91B1D2" w14:textId="77777777" w:rsidR="000D6697" w:rsidRDefault="000D6697">
      <w:r>
        <w:continuationSeparator/>
      </w:r>
    </w:p>
  </w:endnote>
  <w:endnote w:type="continuationNotice" w:id="1">
    <w:p w14:paraId="02A3B374" w14:textId="77777777" w:rsidR="000D6697" w:rsidRDefault="000D66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BA8A5" w14:textId="77777777" w:rsidR="000D6697" w:rsidRDefault="000D6697">
      <w:r>
        <w:separator/>
      </w:r>
    </w:p>
  </w:footnote>
  <w:footnote w:type="continuationSeparator" w:id="0">
    <w:p w14:paraId="702C5555" w14:textId="77777777" w:rsidR="000D6697" w:rsidRDefault="000D6697">
      <w:r>
        <w:continuationSeparator/>
      </w:r>
    </w:p>
  </w:footnote>
  <w:footnote w:type="continuationNotice" w:id="1">
    <w:p w14:paraId="7D10287F" w14:textId="77777777" w:rsidR="000D6697" w:rsidRDefault="000D66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5AB7AC04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rond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622303">
      <w:rPr>
        <w:rFonts w:ascii="Arial" w:hAnsi="Arial" w:cs="Arial"/>
        <w:b/>
        <w:bCs/>
        <w:lang w:val="fr-FR"/>
      </w:rPr>
      <w:t>verre</w:t>
    </w:r>
    <w:r w:rsidR="009A4C5C">
      <w:rPr>
        <w:rFonts w:ascii="Arial" w:hAnsi="Arial" w:cs="Arial"/>
        <w:b/>
        <w:bCs/>
        <w:lang w:val="fr-FR"/>
      </w:rPr>
      <w:t xml:space="preserve">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5FCB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D6697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7D6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2303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1824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6CB5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67D1A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10F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7D10"/>
    <w:rsid w:val="00DB0EF7"/>
    <w:rsid w:val="00DB3447"/>
    <w:rsid w:val="00DB60C1"/>
    <w:rsid w:val="00DC410C"/>
    <w:rsid w:val="00DC5C81"/>
    <w:rsid w:val="00DD03C4"/>
    <w:rsid w:val="00DD45C4"/>
    <w:rsid w:val="00DD473A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DEC"/>
    <w:rsid w:val="00FB0EBB"/>
    <w:rsid w:val="00FB1791"/>
    <w:rsid w:val="00FB4B05"/>
    <w:rsid w:val="00FB5452"/>
    <w:rsid w:val="00FC4285"/>
    <w:rsid w:val="00FD0161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237B7E77-91B8-4219-9883-E0EC8BA84677}"/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76C60-A8B3-4CF4-9D46-822801D83DA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3</Pages>
  <Words>491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2025-02-10T10:13:00Z</dcterms:created>
  <dcterms:modified xsi:type="dcterms:W3CDTF">2025-02-10T10:19:00Z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